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4D64E97E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36007D">
              <w:rPr>
                <w:rFonts w:eastAsia="Calibri"/>
                <w:color w:val="2E74B5"/>
              </w:rPr>
              <w:t xml:space="preserve">MTÜ Lubja Külaselts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271443CB" w:rsidR="00F21C04" w:rsidRPr="00645CA1" w:rsidRDefault="0036007D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MTÜ Lubja Külaselts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4E4F4717" w:rsidR="00F21C04" w:rsidRPr="00645CA1" w:rsidRDefault="0036007D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Raimo Tann  </w:t>
            </w:r>
            <w:hyperlink r:id="rId8" w:history="1">
              <w:r w:rsidRPr="001E0C6F">
                <w:rPr>
                  <w:rStyle w:val="Hyperlink"/>
                  <w:rFonts w:eastAsia="Calibri"/>
                </w:rPr>
                <w:t>raimo@paenurme.ee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 xml:space="preserve">  5172941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>]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05E3063A" w:rsidR="00F21C04" w:rsidRPr="00645CA1" w:rsidRDefault="0036007D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Swedbank  EE372200221047624833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[põhikirja/põhimääruse või volituse]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(</w:t>
            </w:r>
            <w:r w:rsidR="00F5446C">
              <w:rPr>
                <w:rFonts w:ascii="Times New Roman" w:eastAsia="Calibri" w:hAnsi="Times New Roman" w:cs="Times New Roman"/>
                <w:color w:val="2E74B5"/>
              </w:rPr>
              <w:t>lähtudes sellest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, kes on toetuse saaja ja mille alusel esindaja esindab)</w:t>
            </w:r>
            <w:r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[isiku ametinimetus, ees- ja perekonnanimi]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9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4720E" w14:textId="77777777" w:rsidR="00B822A0" w:rsidRDefault="00B822A0" w:rsidP="00DF44DF">
      <w:r>
        <w:separator/>
      </w:r>
    </w:p>
  </w:endnote>
  <w:endnote w:type="continuationSeparator" w:id="0">
    <w:p w14:paraId="61F86576" w14:textId="77777777" w:rsidR="00B822A0" w:rsidRDefault="00B822A0" w:rsidP="00DF44DF">
      <w:r>
        <w:continuationSeparator/>
      </w:r>
    </w:p>
  </w:endnote>
  <w:endnote w:type="continuationNotice" w:id="1">
    <w:p w14:paraId="2AB0BC44" w14:textId="77777777" w:rsidR="00B822A0" w:rsidRDefault="00B822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EBF3F" w14:textId="77777777" w:rsidR="00B822A0" w:rsidRDefault="00B822A0" w:rsidP="00DF44DF">
      <w:r>
        <w:separator/>
      </w:r>
    </w:p>
  </w:footnote>
  <w:footnote w:type="continuationSeparator" w:id="0">
    <w:p w14:paraId="3E29787D" w14:textId="77777777" w:rsidR="00B822A0" w:rsidRDefault="00B822A0" w:rsidP="00DF44DF">
      <w:r>
        <w:continuationSeparator/>
      </w:r>
    </w:p>
  </w:footnote>
  <w:footnote w:type="continuationNotice" w:id="1">
    <w:p w14:paraId="1767DDDC" w14:textId="77777777" w:rsidR="00B822A0" w:rsidRDefault="00B822A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6007D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22A0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1719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mo@paenurme.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FED8E02-D477-4D2E-A769-20349810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Raimo</cp:lastModifiedBy>
  <cp:revision>3</cp:revision>
  <cp:lastPrinted>2014-04-02T13:57:00Z</cp:lastPrinted>
  <dcterms:created xsi:type="dcterms:W3CDTF">2023-03-20T08:54:00Z</dcterms:created>
  <dcterms:modified xsi:type="dcterms:W3CDTF">2023-03-27T04:43:00Z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